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D46" w:rsidRPr="00EE6911" w:rsidRDefault="00CA4D46" w:rsidP="00AE0E7B">
      <w:pPr>
        <w:spacing w:line="360" w:lineRule="auto"/>
        <w:jc w:val="center"/>
        <w:rPr>
          <w:sz w:val="72"/>
          <w:szCs w:val="72"/>
        </w:rPr>
      </w:pPr>
      <w:r w:rsidRPr="00EE6911">
        <w:rPr>
          <w:sz w:val="72"/>
          <w:szCs w:val="72"/>
        </w:rPr>
        <w:t xml:space="preserve">Урок геометрії </w:t>
      </w:r>
    </w:p>
    <w:p w:rsidR="00CA4D46" w:rsidRPr="00A43FCB" w:rsidRDefault="00CA4D46" w:rsidP="00AE0E7B">
      <w:pPr>
        <w:spacing w:line="360" w:lineRule="auto"/>
        <w:jc w:val="center"/>
        <w:rPr>
          <w:sz w:val="72"/>
          <w:szCs w:val="72"/>
        </w:rPr>
      </w:pPr>
      <w:r w:rsidRPr="00EE6911">
        <w:rPr>
          <w:sz w:val="72"/>
          <w:szCs w:val="72"/>
        </w:rPr>
        <w:t xml:space="preserve">в 9 класі </w:t>
      </w:r>
    </w:p>
    <w:p w:rsidR="00CA4D46" w:rsidRPr="00EE6911" w:rsidRDefault="00CA4D46" w:rsidP="00AE0E7B">
      <w:pPr>
        <w:spacing w:line="360" w:lineRule="auto"/>
        <w:ind w:left="-851"/>
        <w:jc w:val="center"/>
        <w:rPr>
          <w:sz w:val="72"/>
          <w:szCs w:val="72"/>
        </w:rPr>
      </w:pPr>
      <w:r w:rsidRPr="00EE6911">
        <w:rPr>
          <w:sz w:val="72"/>
          <w:szCs w:val="72"/>
        </w:rPr>
        <w:t xml:space="preserve"> </w:t>
      </w:r>
      <w:r w:rsidRPr="004F774D">
        <w:rPr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1.75pt;height:107.2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перетворення фігур на площині"/>
          </v:shape>
        </w:pict>
      </w:r>
    </w:p>
    <w:p w:rsidR="00CA4D46" w:rsidRDefault="00CA4D46" w:rsidP="00AE0E7B">
      <w:pPr>
        <w:spacing w:line="360" w:lineRule="auto"/>
        <w:jc w:val="center"/>
        <w:rPr>
          <w:sz w:val="44"/>
          <w:szCs w:val="44"/>
        </w:rPr>
      </w:pPr>
    </w:p>
    <w:p w:rsidR="00CA4D46" w:rsidRDefault="00CA4D46" w:rsidP="00AE0E7B">
      <w:pPr>
        <w:spacing w:line="360" w:lineRule="auto"/>
        <w:jc w:val="center"/>
        <w:rPr>
          <w:sz w:val="44"/>
          <w:szCs w:val="44"/>
        </w:rPr>
      </w:pPr>
    </w:p>
    <w:p w:rsidR="00CA4D46" w:rsidRDefault="00CA4D46" w:rsidP="00AE0E7B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Підготувала вчитель математики</w:t>
      </w:r>
    </w:p>
    <w:p w:rsidR="00CA4D46" w:rsidRDefault="00CA4D46" w:rsidP="00AE0E7B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Михайленко  В.П.</w:t>
      </w:r>
    </w:p>
    <w:p w:rsidR="00CA4D46" w:rsidRDefault="00CA4D46" w:rsidP="00AE0E7B">
      <w:pPr>
        <w:spacing w:line="360" w:lineRule="auto"/>
        <w:rPr>
          <w:sz w:val="36"/>
          <w:szCs w:val="36"/>
        </w:rPr>
      </w:pPr>
    </w:p>
    <w:p w:rsidR="00CA4D46" w:rsidRDefault="00CA4D46" w:rsidP="00AE0E7B">
      <w:pPr>
        <w:spacing w:line="360" w:lineRule="auto"/>
        <w:rPr>
          <w:sz w:val="36"/>
          <w:szCs w:val="36"/>
        </w:rPr>
      </w:pPr>
    </w:p>
    <w:p w:rsidR="00CA4D46" w:rsidRDefault="00CA4D46" w:rsidP="00AE0E7B">
      <w:pPr>
        <w:spacing w:line="360" w:lineRule="auto"/>
        <w:rPr>
          <w:sz w:val="36"/>
          <w:szCs w:val="36"/>
        </w:rPr>
      </w:pPr>
    </w:p>
    <w:p w:rsidR="00CA4D46" w:rsidRDefault="00CA4D46" w:rsidP="00AE0E7B">
      <w:pPr>
        <w:spacing w:line="360" w:lineRule="auto"/>
        <w:rPr>
          <w:sz w:val="36"/>
          <w:szCs w:val="36"/>
        </w:rPr>
      </w:pPr>
    </w:p>
    <w:p w:rsidR="00CA4D46" w:rsidRDefault="00CA4D46" w:rsidP="00AE0E7B">
      <w:pPr>
        <w:spacing w:line="360" w:lineRule="auto"/>
        <w:jc w:val="center"/>
        <w:rPr>
          <w:sz w:val="36"/>
          <w:szCs w:val="36"/>
        </w:rPr>
      </w:pPr>
    </w:p>
    <w:p w:rsidR="00CA4D46" w:rsidRPr="0060701D" w:rsidRDefault="00CA4D46" w:rsidP="00AE0E7B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2013 рік</w:t>
      </w:r>
    </w:p>
    <w:p w:rsidR="00CA4D46" w:rsidRPr="00EE6911" w:rsidRDefault="00CA4D46" w:rsidP="00AE0E7B">
      <w:pPr>
        <w:jc w:val="center"/>
        <w:rPr>
          <w:sz w:val="44"/>
          <w:szCs w:val="44"/>
        </w:rPr>
      </w:pPr>
    </w:p>
    <w:p w:rsidR="00CA4D46" w:rsidRDefault="00CA4D46" w:rsidP="00AE0E7B"/>
    <w:p w:rsidR="00CA4D46" w:rsidRDefault="00CA4D46" w:rsidP="00A43FCB">
      <w:pPr>
        <w:jc w:val="center"/>
        <w:rPr>
          <w:b/>
          <w:sz w:val="36"/>
          <w:szCs w:val="36"/>
          <w:lang w:val="en-US"/>
        </w:rPr>
      </w:pPr>
    </w:p>
    <w:p w:rsidR="00CA4D46" w:rsidRDefault="00CA4D46" w:rsidP="00A43FCB">
      <w:pPr>
        <w:jc w:val="center"/>
        <w:rPr>
          <w:b/>
          <w:sz w:val="36"/>
          <w:szCs w:val="36"/>
          <w:lang w:val="en-US"/>
        </w:rPr>
      </w:pPr>
    </w:p>
    <w:p w:rsidR="00CA4D46" w:rsidRDefault="00CA4D46" w:rsidP="00A43FCB">
      <w:pPr>
        <w:jc w:val="center"/>
        <w:rPr>
          <w:b/>
          <w:sz w:val="36"/>
          <w:szCs w:val="36"/>
        </w:rPr>
      </w:pPr>
      <w:r w:rsidRPr="0047701C">
        <w:rPr>
          <w:b/>
          <w:sz w:val="36"/>
          <w:szCs w:val="36"/>
        </w:rPr>
        <w:t>Перетворення фігур на площині</w:t>
      </w:r>
    </w:p>
    <w:p w:rsidR="00CA4D46" w:rsidRDefault="00CA4D46" w:rsidP="00A43FCB">
      <w:pPr>
        <w:rPr>
          <w:b/>
          <w:sz w:val="28"/>
          <w:szCs w:val="28"/>
        </w:rPr>
      </w:pPr>
    </w:p>
    <w:p w:rsidR="00CA4D46" w:rsidRDefault="00CA4D46" w:rsidP="00A43FC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Мета </w:t>
      </w:r>
    </w:p>
    <w:p w:rsidR="00CA4D46" w:rsidRDefault="00CA4D46" w:rsidP="00A43FCB">
      <w:pPr>
        <w:numPr>
          <w:ilvl w:val="0"/>
          <w:numId w:val="4"/>
        </w:numPr>
        <w:rPr>
          <w:sz w:val="28"/>
          <w:szCs w:val="28"/>
        </w:rPr>
      </w:pPr>
      <w:r w:rsidRPr="0047701C">
        <w:rPr>
          <w:sz w:val="28"/>
          <w:szCs w:val="28"/>
        </w:rPr>
        <w:t>перевірити якість засвоєння знань</w:t>
      </w:r>
      <w:r>
        <w:rPr>
          <w:sz w:val="28"/>
          <w:szCs w:val="28"/>
        </w:rPr>
        <w:t>, умінь і навичок з теми; умінь застосовувати набуті знання під час розв’язування прикладних задач;</w:t>
      </w:r>
    </w:p>
    <w:p w:rsidR="00CA4D46" w:rsidRDefault="00CA4D46" w:rsidP="00A43FCB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сприяти розвитку вміння самостійно здобувати знання з використанням різних інформаційних технологій, їх творчого застосування;</w:t>
      </w:r>
    </w:p>
    <w:p w:rsidR="00CA4D46" w:rsidRDefault="00CA4D46" w:rsidP="00A43FCB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формувати активну життєву позицію;</w:t>
      </w:r>
    </w:p>
    <w:p w:rsidR="00CA4D46" w:rsidRDefault="00CA4D46" w:rsidP="00A43FCB">
      <w:pPr>
        <w:ind w:left="510"/>
        <w:rPr>
          <w:sz w:val="28"/>
          <w:szCs w:val="28"/>
        </w:rPr>
      </w:pPr>
    </w:p>
    <w:p w:rsidR="00CA4D46" w:rsidRDefault="00CA4D46" w:rsidP="00A43FCB">
      <w:pPr>
        <w:rPr>
          <w:sz w:val="28"/>
          <w:szCs w:val="28"/>
        </w:rPr>
      </w:pPr>
      <w:r>
        <w:rPr>
          <w:b/>
          <w:sz w:val="28"/>
          <w:szCs w:val="28"/>
        </w:rPr>
        <w:t>Тип уроку:</w:t>
      </w:r>
      <w:r>
        <w:rPr>
          <w:sz w:val="28"/>
          <w:szCs w:val="28"/>
        </w:rPr>
        <w:t xml:space="preserve"> огляд знань</w:t>
      </w:r>
    </w:p>
    <w:p w:rsidR="00CA4D46" w:rsidRDefault="00CA4D46" w:rsidP="00A43FCB">
      <w:pPr>
        <w:rPr>
          <w:sz w:val="28"/>
          <w:szCs w:val="28"/>
        </w:rPr>
      </w:pPr>
    </w:p>
    <w:p w:rsidR="00CA4D46" w:rsidRDefault="00CA4D46" w:rsidP="00A43FC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Форми організації навчальної діяльності: </w:t>
      </w:r>
      <w:r>
        <w:rPr>
          <w:sz w:val="28"/>
          <w:szCs w:val="28"/>
        </w:rPr>
        <w:t>групова</w:t>
      </w:r>
    </w:p>
    <w:p w:rsidR="00CA4D46" w:rsidRDefault="00CA4D46" w:rsidP="00A43FCB">
      <w:pPr>
        <w:rPr>
          <w:sz w:val="28"/>
          <w:szCs w:val="28"/>
        </w:rPr>
      </w:pPr>
    </w:p>
    <w:p w:rsidR="00CA4D46" w:rsidRDefault="00CA4D46" w:rsidP="00A43FC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Обладнання: </w:t>
      </w:r>
      <w:r w:rsidRPr="006B5671">
        <w:rPr>
          <w:sz w:val="28"/>
          <w:szCs w:val="28"/>
        </w:rPr>
        <w:t>дошка,</w:t>
      </w:r>
      <w:r>
        <w:rPr>
          <w:sz w:val="28"/>
          <w:szCs w:val="28"/>
        </w:rPr>
        <w:t xml:space="preserve"> стенд, підручник, маркер, мультимедійна дошка.</w:t>
      </w:r>
    </w:p>
    <w:p w:rsidR="00CA4D46" w:rsidRDefault="00CA4D46" w:rsidP="00A43FCB">
      <w:pPr>
        <w:rPr>
          <w:sz w:val="28"/>
          <w:szCs w:val="28"/>
        </w:rPr>
      </w:pPr>
    </w:p>
    <w:p w:rsidR="00CA4D46" w:rsidRDefault="00CA4D46" w:rsidP="00A43F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Хід уроку:</w:t>
      </w:r>
    </w:p>
    <w:p w:rsidR="00CA4D46" w:rsidRDefault="00CA4D46" w:rsidP="00A43FCB">
      <w:pPr>
        <w:rPr>
          <w:sz w:val="28"/>
          <w:szCs w:val="28"/>
        </w:rPr>
      </w:pPr>
    </w:p>
    <w:p w:rsidR="00CA4D46" w:rsidRPr="00EE6911" w:rsidRDefault="00CA4D46" w:rsidP="00A43FCB">
      <w:pPr>
        <w:rPr>
          <w:b/>
          <w:i/>
          <w:sz w:val="28"/>
          <w:szCs w:val="28"/>
        </w:rPr>
      </w:pPr>
      <w:r w:rsidRPr="00EE6911">
        <w:rPr>
          <w:b/>
          <w:i/>
          <w:sz w:val="28"/>
          <w:szCs w:val="28"/>
        </w:rPr>
        <w:t xml:space="preserve">І організаційний </w:t>
      </w:r>
    </w:p>
    <w:p w:rsidR="00CA4D46" w:rsidRDefault="00CA4D46" w:rsidP="00A43FCB">
      <w:pPr>
        <w:rPr>
          <w:sz w:val="28"/>
          <w:szCs w:val="28"/>
        </w:rPr>
      </w:pPr>
    </w:p>
    <w:p w:rsidR="00CA4D46" w:rsidRPr="006B5671" w:rsidRDefault="00CA4D46" w:rsidP="00A43FCB">
      <w:pPr>
        <w:rPr>
          <w:sz w:val="28"/>
          <w:szCs w:val="28"/>
        </w:rPr>
      </w:pPr>
    </w:p>
    <w:p w:rsidR="00CA4D46" w:rsidRDefault="00CA4D46" w:rsidP="00A43FCB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мотивація навчання</w:t>
      </w:r>
    </w:p>
    <w:p w:rsidR="00CA4D46" w:rsidRDefault="00CA4D46" w:rsidP="00A43FCB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формування теми, мети уроку</w:t>
      </w:r>
    </w:p>
    <w:p w:rsidR="00CA4D46" w:rsidRDefault="00CA4D46" w:rsidP="00A43FCB">
      <w:pPr>
        <w:ind w:left="360"/>
        <w:rPr>
          <w:sz w:val="28"/>
          <w:szCs w:val="28"/>
        </w:rPr>
      </w:pPr>
    </w:p>
    <w:p w:rsidR="00CA4D46" w:rsidRDefault="00CA4D46" w:rsidP="00A43FCB">
      <w:pPr>
        <w:rPr>
          <w:sz w:val="28"/>
          <w:szCs w:val="28"/>
        </w:rPr>
      </w:pPr>
      <w:r>
        <w:rPr>
          <w:sz w:val="28"/>
          <w:szCs w:val="28"/>
        </w:rPr>
        <w:t>Клас об’єднаний у групи. Кожна група заздалегідь одержала своє завдання. Під час підготовки до огляду вчитель допомагає учням, проводяться для них як групові, так і індивідуальні консультації.</w:t>
      </w:r>
    </w:p>
    <w:p w:rsidR="00CA4D46" w:rsidRDefault="00CA4D46" w:rsidP="00A43FCB">
      <w:pPr>
        <w:rPr>
          <w:sz w:val="28"/>
          <w:szCs w:val="28"/>
        </w:rPr>
      </w:pPr>
    </w:p>
    <w:p w:rsidR="00CA4D46" w:rsidRPr="00EE6911" w:rsidRDefault="00CA4D46" w:rsidP="00A43FCB">
      <w:pPr>
        <w:rPr>
          <w:b/>
          <w:i/>
          <w:sz w:val="28"/>
          <w:szCs w:val="28"/>
        </w:rPr>
      </w:pPr>
      <w:r w:rsidRPr="00EE6911">
        <w:rPr>
          <w:b/>
          <w:i/>
          <w:sz w:val="28"/>
          <w:szCs w:val="28"/>
        </w:rPr>
        <w:t>ІІ  Огляд знань</w:t>
      </w:r>
    </w:p>
    <w:p w:rsidR="00CA4D46" w:rsidRDefault="00CA4D46" w:rsidP="00A43FCB">
      <w:pPr>
        <w:rPr>
          <w:sz w:val="28"/>
          <w:szCs w:val="28"/>
        </w:rPr>
      </w:pPr>
    </w:p>
    <w:p w:rsidR="00CA4D46" w:rsidRDefault="00CA4D46" w:rsidP="00A43FCB">
      <w:pPr>
        <w:rPr>
          <w:sz w:val="28"/>
          <w:szCs w:val="28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DSCN0833" style="position:absolute;margin-left:-37.8pt;margin-top:11.7pt;width:203.25pt;height:186pt;z-index:-251660288;visibility:visible" wrapcoords="-80 0 -80 21513 21600 21513 21600 0 -80 0">
            <v:imagedata r:id="rId5" o:title=""/>
            <w10:wrap type="through"/>
          </v:shape>
        </w:pict>
      </w:r>
      <w:r>
        <w:rPr>
          <w:sz w:val="28"/>
          <w:szCs w:val="28"/>
        </w:rPr>
        <w:t>«Будь-яка теорія важлива для практики »  Ч. Колтон</w:t>
      </w:r>
    </w:p>
    <w:p w:rsidR="00CA4D46" w:rsidRDefault="00CA4D46" w:rsidP="00A43FCB">
      <w:pPr>
        <w:rPr>
          <w:sz w:val="28"/>
          <w:szCs w:val="28"/>
        </w:rPr>
      </w:pPr>
    </w:p>
    <w:p w:rsidR="00CA4D46" w:rsidRDefault="00CA4D46" w:rsidP="00A43FCB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Організація роботи:</w:t>
      </w:r>
    </w:p>
    <w:p w:rsidR="00CA4D46" w:rsidRDefault="00CA4D46" w:rsidP="00A43F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І етап </w:t>
      </w:r>
    </w:p>
    <w:p w:rsidR="00CA4D46" w:rsidRDefault="00CA4D46" w:rsidP="00A43FCB">
      <w:pPr>
        <w:rPr>
          <w:sz w:val="28"/>
          <w:szCs w:val="28"/>
        </w:rPr>
      </w:pPr>
      <w:r>
        <w:rPr>
          <w:sz w:val="28"/>
          <w:szCs w:val="28"/>
        </w:rPr>
        <w:t>1)У центрі дошки плакат з зображенням перетворенням фігур. Учням пропонується назвати та підписати тип перетворення.</w:t>
      </w:r>
    </w:p>
    <w:p w:rsidR="00CA4D46" w:rsidRDefault="00CA4D46" w:rsidP="00A43FCB">
      <w:pPr>
        <w:rPr>
          <w:sz w:val="28"/>
          <w:szCs w:val="28"/>
        </w:rPr>
      </w:pPr>
      <w:r>
        <w:rPr>
          <w:sz w:val="28"/>
          <w:szCs w:val="28"/>
        </w:rPr>
        <w:t>2) Учні повинні знайти спільні ознаки для всіх перетворень і записати на дошці, а також чим відрізняються ці рухи.</w:t>
      </w:r>
      <w:r w:rsidRPr="00A539F4"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  <w:t xml:space="preserve"> </w:t>
      </w:r>
    </w:p>
    <w:p w:rsidR="00CA4D46" w:rsidRDefault="00CA4D46" w:rsidP="00A43FCB">
      <w:pPr>
        <w:rPr>
          <w:sz w:val="28"/>
          <w:szCs w:val="28"/>
        </w:rPr>
      </w:pPr>
      <w:r>
        <w:rPr>
          <w:sz w:val="28"/>
          <w:szCs w:val="28"/>
        </w:rPr>
        <w:t xml:space="preserve"> Фронтальне опитування:</w:t>
      </w:r>
    </w:p>
    <w:p w:rsidR="00CA4D46" w:rsidRDefault="00CA4D46" w:rsidP="00A43FCB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Які літери в український мові мають вісь симетрії?</w:t>
      </w:r>
    </w:p>
    <w:p w:rsidR="00CA4D46" w:rsidRDefault="00CA4D46" w:rsidP="00A43FCB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Які літери мають центр симетрії?</w:t>
      </w:r>
    </w:p>
    <w:p w:rsidR="00CA4D46" w:rsidRDefault="00CA4D46" w:rsidP="00A43FCB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Які державні символи мають симетрію і яку?</w:t>
      </w:r>
    </w:p>
    <w:p w:rsidR="00CA4D46" w:rsidRDefault="00CA4D46" w:rsidP="00A43FCB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Який вид руху використовують військові, коли ідуть шеренгою по плацу?</w:t>
      </w:r>
    </w:p>
    <w:p w:rsidR="00CA4D46" w:rsidRDefault="00CA4D46" w:rsidP="00A43FCB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В якому виді спорту використовуються всі типи перетворення?</w:t>
      </w:r>
    </w:p>
    <w:p w:rsidR="00CA4D46" w:rsidRDefault="00CA4D46" w:rsidP="00A43FCB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Який тип перетворення ми можемо показати за допомогою мікроскопа, телескопа?</w:t>
      </w:r>
    </w:p>
    <w:p w:rsidR="00CA4D46" w:rsidRDefault="00CA4D46" w:rsidP="00A43FC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ІІ етап</w:t>
      </w:r>
    </w:p>
    <w:p w:rsidR="00CA4D46" w:rsidRDefault="00CA4D46" w:rsidP="00A43FCB">
      <w:pPr>
        <w:ind w:left="360"/>
        <w:rPr>
          <w:sz w:val="28"/>
          <w:szCs w:val="28"/>
        </w:rPr>
      </w:pPr>
    </w:p>
    <w:p w:rsidR="00CA4D46" w:rsidRDefault="00CA4D46" w:rsidP="00A43FC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Перевірка домашньої роботи </w:t>
      </w:r>
    </w:p>
    <w:p w:rsidR="00CA4D46" w:rsidRDefault="00CA4D46" w:rsidP="00A43FCB">
      <w:pPr>
        <w:ind w:left="360"/>
        <w:jc w:val="center"/>
        <w:rPr>
          <w:sz w:val="28"/>
          <w:szCs w:val="28"/>
        </w:rPr>
      </w:pPr>
    </w:p>
    <w:p w:rsidR="00CA4D46" w:rsidRDefault="00CA4D46" w:rsidP="00A43FCB">
      <w:pPr>
        <w:ind w:left="360"/>
        <w:rPr>
          <w:sz w:val="28"/>
          <w:szCs w:val="28"/>
        </w:rPr>
      </w:pPr>
      <w:r>
        <w:rPr>
          <w:noProof/>
          <w:lang w:val="en-US" w:eastAsia="en-US"/>
        </w:rPr>
        <w:pict>
          <v:shape id="Рисунок 3" o:spid="_x0000_s1027" type="#_x0000_t75" alt="DSCN0844" style="position:absolute;left:0;text-align:left;margin-left:-50.55pt;margin-top:23.45pt;width:217.5pt;height:205.5pt;z-index:-251659264;visibility:visible" wrapcoords="-74 0 -74 21521 21600 21521 21600 0 -74 0">
            <v:imagedata r:id="rId6" o:title=""/>
            <w10:wrap type="through"/>
          </v:shape>
        </w:pict>
      </w:r>
      <w:r>
        <w:rPr>
          <w:sz w:val="28"/>
          <w:szCs w:val="28"/>
        </w:rPr>
        <w:t xml:space="preserve">       Учням одної з груп було запропоновано розв’язати задачі з використанням макетів.</w:t>
      </w:r>
    </w:p>
    <w:p w:rsidR="00CA4D46" w:rsidRDefault="00CA4D46" w:rsidP="00A43FC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Для постачання водою двох селищ А і В, розташованих по одній бік каналу потрібно на його березі побудувати вежу, щоб загальна довжина труб від вежі до обох селищ була найменшою.</w:t>
      </w:r>
    </w:p>
    <w:p w:rsidR="00CA4D46" w:rsidRDefault="00CA4D46" w:rsidP="00A43FC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Між пунктами А і В протікає річка (береги її приймаємо за паралельні прямі а і в). у якому місці річки варто побудувати міст щоб дорога була найкоротшою. (міст перпендикулярний берегу річки).</w:t>
      </w:r>
    </w:p>
    <w:p w:rsidR="00CA4D46" w:rsidRDefault="00CA4D46" w:rsidP="00A43FCB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Учні взяли рюкзаки і вирушили в похід, але дорогу їм перегородила гора. Що робити? Як визначити відстань до міста призначення?</w:t>
      </w:r>
    </w:p>
    <w:p w:rsidR="00CA4D46" w:rsidRDefault="00CA4D46" w:rsidP="00A43FCB">
      <w:pPr>
        <w:ind w:left="720"/>
        <w:rPr>
          <w:sz w:val="28"/>
          <w:szCs w:val="28"/>
        </w:rPr>
      </w:pPr>
    </w:p>
    <w:p w:rsidR="00CA4D46" w:rsidRDefault="00CA4D46" w:rsidP="00A43FC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Учні показують свої розв’язки. </w:t>
      </w:r>
    </w:p>
    <w:p w:rsidR="00CA4D46" w:rsidRDefault="00CA4D46" w:rsidP="00A43FCB">
      <w:pPr>
        <w:ind w:left="720"/>
        <w:rPr>
          <w:sz w:val="28"/>
          <w:szCs w:val="28"/>
        </w:rPr>
      </w:pPr>
    </w:p>
    <w:p w:rsidR="00CA4D46" w:rsidRDefault="00CA4D46" w:rsidP="00A43FCB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ІІІ етап</w:t>
      </w:r>
    </w:p>
    <w:p w:rsidR="00CA4D46" w:rsidRDefault="00CA4D46" w:rsidP="00A43FCB">
      <w:pPr>
        <w:ind w:left="720"/>
        <w:jc w:val="center"/>
        <w:rPr>
          <w:sz w:val="28"/>
          <w:szCs w:val="28"/>
        </w:rPr>
      </w:pPr>
    </w:p>
    <w:p w:rsidR="00CA4D46" w:rsidRDefault="00CA4D46" w:rsidP="00A43FCB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Огляд практичних знань</w:t>
      </w:r>
    </w:p>
    <w:p w:rsidR="00CA4D46" w:rsidRDefault="00CA4D46" w:rsidP="00A43FCB">
      <w:pPr>
        <w:ind w:left="720"/>
        <w:jc w:val="center"/>
        <w:rPr>
          <w:sz w:val="28"/>
          <w:szCs w:val="28"/>
        </w:rPr>
      </w:pPr>
    </w:p>
    <w:p w:rsidR="00CA4D46" w:rsidRDefault="00CA4D46" w:rsidP="00A43FCB">
      <w:pPr>
        <w:ind w:left="720"/>
        <w:rPr>
          <w:sz w:val="28"/>
          <w:szCs w:val="28"/>
        </w:rPr>
      </w:pPr>
      <w:r>
        <w:rPr>
          <w:sz w:val="28"/>
          <w:szCs w:val="28"/>
        </w:rPr>
        <w:t>«Уміє розв’язувати задачі той, хто її розв’язує» Д. Пойа</w:t>
      </w:r>
    </w:p>
    <w:p w:rsidR="00CA4D46" w:rsidRDefault="00CA4D46" w:rsidP="00A43FCB">
      <w:pPr>
        <w:ind w:left="720"/>
        <w:rPr>
          <w:sz w:val="28"/>
          <w:szCs w:val="28"/>
        </w:rPr>
      </w:pPr>
      <w:r>
        <w:rPr>
          <w:noProof/>
          <w:lang w:val="en-US" w:eastAsia="en-US"/>
        </w:rPr>
        <w:pict>
          <v:shape id="Рисунок 5" o:spid="_x0000_s1028" type="#_x0000_t75" style="position:absolute;left:0;text-align:left;margin-left:274.95pt;margin-top:.5pt;width:213pt;height:175.85pt;z-index:-251657216;visibility:visible" wrapcoords="-76 0 -76 21508 21600 21508 21600 0 -76 0">
            <v:imagedata r:id="rId7" o:title=""/>
            <w10:wrap type="through"/>
          </v:shape>
        </w:pict>
      </w:r>
    </w:p>
    <w:p w:rsidR="00CA4D46" w:rsidRDefault="00CA4D46" w:rsidP="00A43FCB">
      <w:pPr>
        <w:ind w:left="720"/>
        <w:rPr>
          <w:sz w:val="28"/>
          <w:szCs w:val="28"/>
        </w:rPr>
      </w:pPr>
    </w:p>
    <w:p w:rsidR="00CA4D46" w:rsidRDefault="00CA4D46" w:rsidP="00A43FCB">
      <w:pPr>
        <w:ind w:left="720"/>
        <w:rPr>
          <w:sz w:val="28"/>
          <w:szCs w:val="28"/>
        </w:rPr>
      </w:pPr>
      <w:r>
        <w:rPr>
          <w:sz w:val="28"/>
          <w:szCs w:val="28"/>
        </w:rPr>
        <w:t>Проводиться за допомогою математичного диктанту</w:t>
      </w:r>
    </w:p>
    <w:p w:rsidR="00CA4D46" w:rsidRDefault="00CA4D46" w:rsidP="00A43FCB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На екран висвічуються завдання</w:t>
      </w:r>
    </w:p>
    <w:p w:rsidR="00CA4D46" w:rsidRDefault="00CA4D46" w:rsidP="00A43FCB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Дано трикутник АВС зі сторонами 5см., 6см.,8см. Знайдіть периметр трикутника А1В1С1, якщо він сімметричний трикутнику АВС відносно одного із його вершин.</w:t>
      </w:r>
    </w:p>
    <w:p w:rsidR="00CA4D46" w:rsidRDefault="00CA4D46" w:rsidP="00A43FCB">
      <w:pPr>
        <w:ind w:left="720"/>
        <w:rPr>
          <w:sz w:val="28"/>
          <w:szCs w:val="28"/>
        </w:rPr>
      </w:pPr>
    </w:p>
    <w:p w:rsidR="00CA4D46" w:rsidRDefault="00CA4D46" w:rsidP="00A43FCB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Серед точок А(1,5), В(3;-2), С(-1;5), Д(0;-7), Е(5;-1), Р(0;7), Т(-2;3), Н(4;0), К(0;4), М(1;-3),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ru-RU"/>
        </w:rPr>
        <w:t xml:space="preserve">(2;-3)     виберіть пари точок сімметричні </w:t>
      </w:r>
    </w:p>
    <w:p w:rsidR="00CA4D46" w:rsidRDefault="00CA4D46" w:rsidP="00A43FCB">
      <w:pPr>
        <w:ind w:left="720"/>
        <w:jc w:val="center"/>
        <w:rPr>
          <w:sz w:val="28"/>
          <w:szCs w:val="28"/>
        </w:rPr>
      </w:pPr>
    </w:p>
    <w:p w:rsidR="00CA4D46" w:rsidRDefault="00CA4D46" w:rsidP="00A43FCB">
      <w:pPr>
        <w:ind w:left="360"/>
        <w:rPr>
          <w:sz w:val="28"/>
          <w:szCs w:val="28"/>
        </w:rPr>
      </w:pPr>
      <w:r>
        <w:rPr>
          <w:sz w:val="28"/>
          <w:szCs w:val="28"/>
        </w:rPr>
        <w:t>а) відносно осі абсцис</w:t>
      </w:r>
    </w:p>
    <w:p w:rsidR="00CA4D46" w:rsidRDefault="00CA4D46" w:rsidP="00A43FCB">
      <w:pPr>
        <w:ind w:left="360"/>
        <w:rPr>
          <w:sz w:val="28"/>
          <w:szCs w:val="28"/>
        </w:rPr>
      </w:pPr>
      <w:r>
        <w:rPr>
          <w:sz w:val="28"/>
          <w:szCs w:val="28"/>
        </w:rPr>
        <w:t>в) відносно осі ординат</w:t>
      </w:r>
    </w:p>
    <w:p w:rsidR="00CA4D46" w:rsidRDefault="00CA4D46" w:rsidP="00A43FCB">
      <w:pPr>
        <w:ind w:left="360"/>
        <w:rPr>
          <w:sz w:val="28"/>
          <w:szCs w:val="28"/>
        </w:rPr>
      </w:pPr>
      <w:r>
        <w:rPr>
          <w:sz w:val="28"/>
          <w:szCs w:val="28"/>
        </w:rPr>
        <w:t>г) відносно початку координат</w:t>
      </w:r>
    </w:p>
    <w:p w:rsidR="00CA4D46" w:rsidRDefault="00CA4D46" w:rsidP="00A43FCB">
      <w:pPr>
        <w:ind w:left="360"/>
        <w:rPr>
          <w:sz w:val="28"/>
          <w:szCs w:val="28"/>
        </w:rPr>
      </w:pPr>
    </w:p>
    <w:p w:rsidR="00CA4D46" w:rsidRDefault="00CA4D46" w:rsidP="00A43FC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3) При паралельному переносі яке задається формулами Х1=Х-1</w:t>
      </w:r>
    </w:p>
    <w:p w:rsidR="00CA4D46" w:rsidRDefault="00CA4D46" w:rsidP="00A43FC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У1=у+2</w:t>
      </w:r>
    </w:p>
    <w:p w:rsidR="00CA4D46" w:rsidRDefault="00CA4D46" w:rsidP="00A43FCB">
      <w:pPr>
        <w:ind w:left="360"/>
        <w:rPr>
          <w:sz w:val="28"/>
          <w:szCs w:val="28"/>
        </w:rPr>
      </w:pPr>
      <w:r>
        <w:rPr>
          <w:sz w:val="28"/>
          <w:szCs w:val="28"/>
        </w:rPr>
        <w:t>точка А відображається в А1. Знайдіть координати точки А1, якщо А(-2;4)</w:t>
      </w:r>
    </w:p>
    <w:p w:rsidR="00CA4D46" w:rsidRDefault="00CA4D46" w:rsidP="00A43FCB">
      <w:pPr>
        <w:ind w:left="360"/>
        <w:rPr>
          <w:sz w:val="28"/>
          <w:szCs w:val="28"/>
        </w:rPr>
      </w:pPr>
    </w:p>
    <w:p w:rsidR="00CA4D46" w:rsidRDefault="00CA4D46" w:rsidP="00A43FCB">
      <w:pPr>
        <w:ind w:left="540"/>
        <w:rPr>
          <w:sz w:val="28"/>
          <w:szCs w:val="28"/>
        </w:rPr>
      </w:pPr>
      <w:r>
        <w:rPr>
          <w:sz w:val="28"/>
          <w:szCs w:val="28"/>
        </w:rPr>
        <w:t>4) Дано подібні трикутники зі сторонами (5см, 8см, 10см; і 2см, 4см, 5см); (12см, 16см, 18см; і 6см, 8см, 9см); (12см, 14см, 24см; і 6см, 7см, 10см). Які пари з цих трикутників подібні та назвіть коефіцієнт подібності?</w:t>
      </w:r>
    </w:p>
    <w:p w:rsidR="00CA4D46" w:rsidRDefault="00CA4D46" w:rsidP="00A43FCB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Чи лежать точки А1, В1, С1 на одній прямій, якщо вони симетричні точкам А,В,С відносно деякої прямої і відомо що:</w:t>
      </w:r>
    </w:p>
    <w:p w:rsidR="00CA4D46" w:rsidRDefault="00CA4D46" w:rsidP="00A43FCB">
      <w:pPr>
        <w:ind w:left="540"/>
        <w:rPr>
          <w:sz w:val="28"/>
          <w:szCs w:val="28"/>
        </w:rPr>
      </w:pPr>
      <w:r>
        <w:rPr>
          <w:sz w:val="28"/>
          <w:szCs w:val="28"/>
        </w:rPr>
        <w:t>а) АВ=2дм, АС=10дм, ВС=80см</w:t>
      </w:r>
    </w:p>
    <w:p w:rsidR="00CA4D46" w:rsidRDefault="00CA4D46" w:rsidP="00A43FCB">
      <w:pPr>
        <w:ind w:left="540"/>
        <w:rPr>
          <w:sz w:val="28"/>
          <w:szCs w:val="28"/>
        </w:rPr>
      </w:pPr>
      <w:r>
        <w:rPr>
          <w:sz w:val="28"/>
          <w:szCs w:val="28"/>
        </w:rPr>
        <w:t>в) АВ=1,1см, В1С1=5см, СА=6см;</w:t>
      </w:r>
    </w:p>
    <w:p w:rsidR="00CA4D46" w:rsidRDefault="00CA4D46" w:rsidP="00A43FCB">
      <w:pPr>
        <w:ind w:left="540"/>
        <w:jc w:val="center"/>
        <w:rPr>
          <w:sz w:val="28"/>
          <w:szCs w:val="28"/>
        </w:rPr>
      </w:pPr>
    </w:p>
    <w:p w:rsidR="00CA4D46" w:rsidRDefault="00CA4D46" w:rsidP="00A43FCB">
      <w:pPr>
        <w:ind w:left="540"/>
        <w:jc w:val="center"/>
        <w:rPr>
          <w:sz w:val="28"/>
          <w:szCs w:val="28"/>
        </w:rPr>
      </w:pPr>
      <w:r>
        <w:rPr>
          <w:noProof/>
          <w:lang w:val="en-US" w:eastAsia="en-US"/>
        </w:rPr>
        <w:pict>
          <v:shape id="Рисунок 4" o:spid="_x0000_s1029" type="#_x0000_t75" style="position:absolute;left:0;text-align:left;margin-left:-57.3pt;margin-top:10.85pt;width:216.75pt;height:190.5pt;z-index:-251658240;visibility:visible" wrapcoords="-75 0 -75 21515 21600 21515 21600 0 -75 0">
            <v:imagedata r:id="rId8" o:title=""/>
            <w10:wrap type="through"/>
          </v:shape>
        </w:pict>
      </w:r>
      <w:r>
        <w:rPr>
          <w:sz w:val="28"/>
          <w:szCs w:val="28"/>
        </w:rPr>
        <w:t>ІV етап</w:t>
      </w:r>
    </w:p>
    <w:p w:rsidR="00CA4D46" w:rsidRDefault="00CA4D46" w:rsidP="00A43FCB">
      <w:pPr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t>Огляд творчих знань</w:t>
      </w:r>
    </w:p>
    <w:p w:rsidR="00CA4D46" w:rsidRDefault="00CA4D46" w:rsidP="00A43FCB">
      <w:pPr>
        <w:ind w:left="540"/>
        <w:jc w:val="center"/>
        <w:rPr>
          <w:sz w:val="28"/>
          <w:szCs w:val="28"/>
        </w:rPr>
      </w:pPr>
    </w:p>
    <w:p w:rsidR="00CA4D46" w:rsidRDefault="00CA4D46" w:rsidP="00A43FCB">
      <w:pPr>
        <w:ind w:left="540"/>
        <w:rPr>
          <w:sz w:val="28"/>
          <w:szCs w:val="28"/>
        </w:rPr>
      </w:pPr>
      <w:r>
        <w:rPr>
          <w:sz w:val="28"/>
          <w:szCs w:val="28"/>
        </w:rPr>
        <w:t>«Все, що вивчається, повинне мати багато зв’язків» Я.А.Каменський</w:t>
      </w:r>
    </w:p>
    <w:p w:rsidR="00CA4D46" w:rsidRDefault="00CA4D46" w:rsidP="00A43FCB">
      <w:pPr>
        <w:ind w:left="540"/>
        <w:rPr>
          <w:sz w:val="28"/>
          <w:szCs w:val="28"/>
        </w:rPr>
      </w:pPr>
    </w:p>
    <w:p w:rsidR="00CA4D46" w:rsidRDefault="00CA4D46" w:rsidP="00A43FCB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     Наступній  групі учнів потрібно було скласти презентацію на тему: «Перетворення навколо нас».</w:t>
      </w:r>
    </w:p>
    <w:p w:rsidR="00CA4D46" w:rsidRDefault="00CA4D46" w:rsidP="00A43FCB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    Учні представляють свої презентації.</w:t>
      </w:r>
    </w:p>
    <w:p w:rsidR="00CA4D46" w:rsidRDefault="00CA4D46" w:rsidP="00A43FCB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A4D46" w:rsidRDefault="00CA4D46" w:rsidP="00A43FCB">
      <w:pPr>
        <w:ind w:left="540"/>
        <w:rPr>
          <w:sz w:val="28"/>
          <w:szCs w:val="28"/>
        </w:rPr>
      </w:pPr>
    </w:p>
    <w:p w:rsidR="00CA4D46" w:rsidRPr="00EE6911" w:rsidRDefault="00CA4D46" w:rsidP="00A43FCB">
      <w:pPr>
        <w:ind w:left="540"/>
        <w:rPr>
          <w:b/>
          <w:i/>
          <w:sz w:val="28"/>
          <w:szCs w:val="28"/>
        </w:rPr>
      </w:pPr>
      <w:r w:rsidRPr="00EE6911">
        <w:rPr>
          <w:b/>
          <w:i/>
          <w:sz w:val="28"/>
          <w:szCs w:val="28"/>
        </w:rPr>
        <w:t>ІІІ Домашня робота</w:t>
      </w:r>
    </w:p>
    <w:p w:rsidR="00CA4D46" w:rsidRDefault="00CA4D46" w:rsidP="00A43FCB">
      <w:pPr>
        <w:ind w:left="540"/>
        <w:rPr>
          <w:sz w:val="28"/>
          <w:szCs w:val="28"/>
        </w:rPr>
      </w:pPr>
    </w:p>
    <w:p w:rsidR="00CA4D46" w:rsidRDefault="00CA4D46" w:rsidP="00A43FCB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І групі учнів: практична робота 23 стр.137</w:t>
      </w:r>
    </w:p>
    <w:p w:rsidR="00CA4D46" w:rsidRDefault="00CA4D46" w:rsidP="00A43FCB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ІІ групі учнів: скласти задачу із цікавим сюжетом на     </w:t>
      </w:r>
    </w:p>
    <w:p w:rsidR="00CA4D46" w:rsidRDefault="00CA4D46" w:rsidP="00A43FCB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тему: « Перетворення фігур на</w:t>
      </w:r>
    </w:p>
    <w:p w:rsidR="00CA4D46" w:rsidRDefault="00CA4D46" w:rsidP="00A43FCB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площині за допомогою координат»</w:t>
      </w:r>
    </w:p>
    <w:p w:rsidR="00CA4D46" w:rsidRPr="00EE6911" w:rsidRDefault="00CA4D46" w:rsidP="00A43FCB">
      <w:pPr>
        <w:ind w:left="540"/>
        <w:rPr>
          <w:b/>
          <w:i/>
          <w:sz w:val="28"/>
          <w:szCs w:val="28"/>
        </w:rPr>
      </w:pPr>
      <w:r w:rsidRPr="00EE6911">
        <w:rPr>
          <w:b/>
          <w:i/>
          <w:sz w:val="28"/>
          <w:szCs w:val="28"/>
        </w:rPr>
        <w:t>ІV Підбиття підсумків</w:t>
      </w:r>
    </w:p>
    <w:p w:rsidR="00CA4D46" w:rsidRPr="00EE6911" w:rsidRDefault="00CA4D46" w:rsidP="00A43FCB">
      <w:pPr>
        <w:ind w:left="540"/>
        <w:rPr>
          <w:b/>
          <w:i/>
          <w:sz w:val="28"/>
          <w:szCs w:val="28"/>
        </w:rPr>
      </w:pPr>
    </w:p>
    <w:p w:rsidR="00CA4D46" w:rsidRDefault="00CA4D46" w:rsidP="00A43FC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A4D46" w:rsidRDefault="00CA4D46" w:rsidP="00A43F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A4D46" w:rsidRDefault="00CA4D46" w:rsidP="00A43FCB">
      <w:pPr>
        <w:rPr>
          <w:sz w:val="28"/>
          <w:szCs w:val="28"/>
        </w:rPr>
      </w:pPr>
    </w:p>
    <w:sectPr w:rsidR="00CA4D46" w:rsidSect="00487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C5A52"/>
    <w:multiLevelType w:val="hybridMultilevel"/>
    <w:tmpl w:val="296C9B8A"/>
    <w:lvl w:ilvl="0" w:tplc="E7C070F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B4A3D40"/>
    <w:multiLevelType w:val="hybridMultilevel"/>
    <w:tmpl w:val="B11CF820"/>
    <w:lvl w:ilvl="0" w:tplc="B71C2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1B450BE"/>
    <w:multiLevelType w:val="hybridMultilevel"/>
    <w:tmpl w:val="91804038"/>
    <w:lvl w:ilvl="0" w:tplc="7C6E0378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48117BE6"/>
    <w:multiLevelType w:val="hybridMultilevel"/>
    <w:tmpl w:val="DB9210F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7B63C0E"/>
    <w:multiLevelType w:val="hybridMultilevel"/>
    <w:tmpl w:val="5140581A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5">
    <w:nsid w:val="5FA753A2"/>
    <w:multiLevelType w:val="hybridMultilevel"/>
    <w:tmpl w:val="082CD576"/>
    <w:lvl w:ilvl="0" w:tplc="B71C2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1A1219C"/>
    <w:multiLevelType w:val="hybridMultilevel"/>
    <w:tmpl w:val="9396843C"/>
    <w:lvl w:ilvl="0" w:tplc="537AC5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67798E"/>
    <w:multiLevelType w:val="hybridMultilevel"/>
    <w:tmpl w:val="4D2A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C575F38"/>
    <w:multiLevelType w:val="hybridMultilevel"/>
    <w:tmpl w:val="5D96D9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8"/>
  </w:num>
  <w:num w:numId="6">
    <w:abstractNumId w:val="7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1595"/>
    <w:rsid w:val="0001513A"/>
    <w:rsid w:val="00022D8D"/>
    <w:rsid w:val="0002554C"/>
    <w:rsid w:val="00030A40"/>
    <w:rsid w:val="00035FC1"/>
    <w:rsid w:val="00066FAE"/>
    <w:rsid w:val="00113587"/>
    <w:rsid w:val="0019066C"/>
    <w:rsid w:val="001A7912"/>
    <w:rsid w:val="001D34DF"/>
    <w:rsid w:val="002232AA"/>
    <w:rsid w:val="002B5FA8"/>
    <w:rsid w:val="002C7220"/>
    <w:rsid w:val="00304EA6"/>
    <w:rsid w:val="003138F6"/>
    <w:rsid w:val="00355EAA"/>
    <w:rsid w:val="00367400"/>
    <w:rsid w:val="00372222"/>
    <w:rsid w:val="003A7479"/>
    <w:rsid w:val="003C6D28"/>
    <w:rsid w:val="0047701C"/>
    <w:rsid w:val="0048745D"/>
    <w:rsid w:val="004A6EBB"/>
    <w:rsid w:val="004B0372"/>
    <w:rsid w:val="004B2735"/>
    <w:rsid w:val="004F774D"/>
    <w:rsid w:val="0052184C"/>
    <w:rsid w:val="00564F27"/>
    <w:rsid w:val="00570071"/>
    <w:rsid w:val="00582209"/>
    <w:rsid w:val="005F0CE6"/>
    <w:rsid w:val="005F19E6"/>
    <w:rsid w:val="0060701D"/>
    <w:rsid w:val="006638B9"/>
    <w:rsid w:val="00690F32"/>
    <w:rsid w:val="006B395A"/>
    <w:rsid w:val="006B5671"/>
    <w:rsid w:val="006D42B6"/>
    <w:rsid w:val="00734FD3"/>
    <w:rsid w:val="00735F24"/>
    <w:rsid w:val="007904E5"/>
    <w:rsid w:val="00791AAC"/>
    <w:rsid w:val="00801659"/>
    <w:rsid w:val="0080512F"/>
    <w:rsid w:val="00822DD5"/>
    <w:rsid w:val="00842B51"/>
    <w:rsid w:val="00884439"/>
    <w:rsid w:val="008A2440"/>
    <w:rsid w:val="008B192B"/>
    <w:rsid w:val="00961D3A"/>
    <w:rsid w:val="00A42247"/>
    <w:rsid w:val="00A43FCB"/>
    <w:rsid w:val="00A539F4"/>
    <w:rsid w:val="00AE0E7B"/>
    <w:rsid w:val="00AF0150"/>
    <w:rsid w:val="00AF0A9B"/>
    <w:rsid w:val="00B53E0E"/>
    <w:rsid w:val="00B64AB4"/>
    <w:rsid w:val="00B64D26"/>
    <w:rsid w:val="00BA3928"/>
    <w:rsid w:val="00BB32A6"/>
    <w:rsid w:val="00BC6C81"/>
    <w:rsid w:val="00BE3B47"/>
    <w:rsid w:val="00BE6FEB"/>
    <w:rsid w:val="00C2187D"/>
    <w:rsid w:val="00C240C2"/>
    <w:rsid w:val="00C8659D"/>
    <w:rsid w:val="00C86AF2"/>
    <w:rsid w:val="00CA4D46"/>
    <w:rsid w:val="00D07DD7"/>
    <w:rsid w:val="00D132AD"/>
    <w:rsid w:val="00D374BE"/>
    <w:rsid w:val="00DB5ABC"/>
    <w:rsid w:val="00DD31D0"/>
    <w:rsid w:val="00E50231"/>
    <w:rsid w:val="00EB1595"/>
    <w:rsid w:val="00ED16AD"/>
    <w:rsid w:val="00EE6911"/>
    <w:rsid w:val="00F3224F"/>
    <w:rsid w:val="00FB4D7A"/>
    <w:rsid w:val="00FF1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595"/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B15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1595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4</Pages>
  <Words>607</Words>
  <Characters>3461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2014-01-31T14:59:00Z</dcterms:created>
  <dcterms:modified xsi:type="dcterms:W3CDTF">2014-04-01T11:19:00Z</dcterms:modified>
</cp:coreProperties>
</file>